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AE6E89" w:rsidRDefault="00CB3C65" w:rsidP="00377B41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  <w:r w:rsidR="00377B41">
              <w:t>9</w:t>
            </w:r>
            <w:r w:rsidR="00E85D45">
              <w:t>7</w:t>
            </w:r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Footer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</w:pPr>
    </w:p>
    <w:p w:rsidR="00AE6E89" w:rsidRDefault="00AE6E89" w:rsidP="00AE6E89">
      <w:pPr>
        <w:pStyle w:val="Heading1"/>
        <w:jc w:val="both"/>
      </w:pPr>
      <w:r>
        <w:t>Kinnisvaraosakonna Lääne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10"/>
          <w:footerReference w:type="default" r:id="rId11"/>
          <w:headerReference w:type="first" r:id="rId12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lastRenderedPageBreak/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>M ä ä</w:t>
      </w:r>
      <w:r w:rsidR="00A939D0">
        <w:t xml:space="preserve"> r a n  alates 01.</w:t>
      </w:r>
      <w:r w:rsidR="00377B41">
        <w:t>10</w:t>
      </w:r>
      <w:r w:rsidR="007021DF">
        <w:t>. 201</w:t>
      </w:r>
      <w:r w:rsidR="00E85D45">
        <w:t>9</w:t>
      </w:r>
      <w:r>
        <w:t>. a kinnisvaraosakonna Lääne piirkonna kinnisvaraobjektidele vastutavad töötajad vastavalt käesoleva käskkirja lisa</w:t>
      </w:r>
      <w:r w:rsidR="00377B41">
        <w:t>de</w:t>
      </w:r>
      <w:r>
        <w:t xml:space="preserve">s </w:t>
      </w:r>
      <w:r w:rsidR="00377B41">
        <w:t xml:space="preserve">1 ja 2 </w:t>
      </w:r>
      <w:r>
        <w:t>toodud nimekirjale.</w:t>
      </w:r>
    </w:p>
    <w:p w:rsidR="00AE6E89" w:rsidRDefault="00AE6E89" w:rsidP="00AE6E89">
      <w:pPr>
        <w:pStyle w:val="ListParagraph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 xml:space="preserve">s kinnisvaraosakonna juhataja </w:t>
      </w:r>
      <w:r w:rsidR="00377B41">
        <w:t>6</w:t>
      </w:r>
      <w:r w:rsidR="00A939D0">
        <w:t>.0</w:t>
      </w:r>
      <w:r w:rsidR="00E85D45">
        <w:t>8</w:t>
      </w:r>
      <w:r w:rsidR="00A939D0">
        <w:t>.201</w:t>
      </w:r>
      <w:r w:rsidR="00377B41">
        <w:t>9</w:t>
      </w:r>
      <w:r>
        <w:t>. a käskkirja nr 1</w:t>
      </w:r>
      <w:r w:rsidR="00A939D0">
        <w:t>-5/</w:t>
      </w:r>
      <w:r w:rsidR="00377B41">
        <w:t>75</w:t>
      </w:r>
      <w:r>
        <w:t xml:space="preserve"> „Kinnisvaraosakonna Lääne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>
      <w:r>
        <w:t>Jaotuskava: Andrus Lauren, Terje Edur, Jüri Orlov, Aavo Urbel, Aarne Pupart, Merike Onemar, Taimi Nõlvak, Valentina Saar</w:t>
      </w:r>
      <w:bookmarkStart w:id="0" w:name="_GoBack"/>
      <w:bookmarkEnd w:id="0"/>
      <w:r>
        <w:t>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3"/>
      <w:headerReference w:type="first" r:id="rId14"/>
      <w:footerReference w:type="first" r:id="rId15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377B41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377B41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377B41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557224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377B41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377B41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377B41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E89"/>
    <w:rsid w:val="00030627"/>
    <w:rsid w:val="00095AA6"/>
    <w:rsid w:val="001C2E9F"/>
    <w:rsid w:val="00204982"/>
    <w:rsid w:val="00377B41"/>
    <w:rsid w:val="00557224"/>
    <w:rsid w:val="005747C7"/>
    <w:rsid w:val="0064669C"/>
    <w:rsid w:val="006F7162"/>
    <w:rsid w:val="007021DF"/>
    <w:rsid w:val="00A939D0"/>
    <w:rsid w:val="00AA1D2B"/>
    <w:rsid w:val="00AD6CE8"/>
    <w:rsid w:val="00AE6E89"/>
    <w:rsid w:val="00BC382C"/>
    <w:rsid w:val="00CB3C65"/>
    <w:rsid w:val="00D92290"/>
    <w:rsid w:val="00E85D4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E6E89"/>
    <w:pPr>
      <w:keepNext/>
      <w:outlineLvl w:val="0"/>
    </w:pPr>
    <w:rPr>
      <w:b/>
      <w:kern w:val="28"/>
    </w:rPr>
  </w:style>
  <w:style w:type="paragraph" w:styleId="Heading4">
    <w:name w:val="heading 4"/>
    <w:basedOn w:val="Normal"/>
    <w:next w:val="Normal"/>
    <w:link w:val="Heading4Char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Header">
    <w:name w:val="header"/>
    <w:basedOn w:val="Normal"/>
    <w:link w:val="HeaderChar"/>
    <w:rsid w:val="00AE6E89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E6E89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AE6E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5452F-A92B-4A08-A692-A155007C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463186EE.dotm</Template>
  <TotalTime>3</TotalTime>
  <Pages>1</Pages>
  <Words>141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3</cp:revision>
  <cp:lastPrinted>2018-01-03T12:58:00Z</cp:lastPrinted>
  <dcterms:created xsi:type="dcterms:W3CDTF">2019-10-02T06:19:00Z</dcterms:created>
  <dcterms:modified xsi:type="dcterms:W3CDTF">2019-10-02T06:49:00Z</dcterms:modified>
</cp:coreProperties>
</file>